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9BD" w:rsidRDefault="00190746">
      <w:pPr>
        <w:pStyle w:val="Header"/>
        <w:tabs>
          <w:tab w:val="clear" w:pos="4320"/>
          <w:tab w:val="clear" w:pos="8640"/>
        </w:tabs>
        <w:spacing w:line="305" w:lineRule="auto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3144520</wp:posOffset>
                </wp:positionH>
                <wp:positionV relativeFrom="paragraph">
                  <wp:posOffset>-193040</wp:posOffset>
                </wp:positionV>
                <wp:extent cx="4114800" cy="1064895"/>
                <wp:effectExtent l="1270" t="0" r="0" b="4445"/>
                <wp:wrapNone/>
                <wp:docPr id="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06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99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49BD" w:rsidRDefault="00D917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927475" cy="831215"/>
                                  <wp:effectExtent l="19050" t="0" r="0" b="0"/>
                                  <wp:docPr id="1" name="Picture 1" descr="SEILogo_addressLH_Cropped_Tigh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SEILogo_addressLH_Cropped_Tigh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27475" cy="831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47.6pt;margin-top:-15.2pt;width:324pt;height:83.8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SnzugIAALw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" filled="f" fillcolor="#f90" stroked="f">
                <v:textbox>
                  <w:txbxContent>
                    <w:p w:rsidR="00F349BD" w:rsidRDefault="00D917CA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927475" cy="831215"/>
                            <wp:effectExtent l="19050" t="0" r="0" b="0"/>
                            <wp:docPr id="1" name="Picture 1" descr="SEILogo_addressLH_Cropped_Tigh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SEILogo_addressLH_Cropped_Tigh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27475" cy="831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345440</wp:posOffset>
                </wp:positionV>
                <wp:extent cx="3771900" cy="365760"/>
                <wp:effectExtent l="3810" t="2540" r="0" b="3175"/>
                <wp:wrapNone/>
                <wp:docPr id="2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49BD" w:rsidRDefault="00C835E6">
                            <w:pPr>
                              <w:pStyle w:val="Heading2"/>
                            </w:pPr>
                            <w:r>
                              <w:t>Health and Safety – Daily Site Sheet</w:t>
                            </w:r>
                            <w:r w:rsidR="00F349BD">
                              <w:t xml:space="preserve"> </w:t>
                            </w:r>
                            <w:bookmarkStart w:id="0" w:name="OnRNum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-13.95pt;margin-top:27.2pt;width:297pt;height:28.8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XXugIAAME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" filled="f" stroked="f">
                <v:textbox>
                  <w:txbxContent>
                    <w:p w:rsidR="00F349BD" w:rsidRDefault="00C835E6">
                      <w:pPr>
                        <w:pStyle w:val="Heading2"/>
                      </w:pPr>
                      <w:r>
                        <w:t>Health and Safety – Daily Site Sheet</w:t>
                      </w:r>
                      <w:r w:rsidR="00F349BD">
                        <w:t xml:space="preserve"> </w:t>
                      </w:r>
                      <w:bookmarkStart w:id="1" w:name="OnRNum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1" layoutInCell="0" allowOverlap="1">
                <wp:simplePos x="0" y="0"/>
                <wp:positionH relativeFrom="column">
                  <wp:posOffset>-367665</wp:posOffset>
                </wp:positionH>
                <wp:positionV relativeFrom="page">
                  <wp:posOffset>2103120</wp:posOffset>
                </wp:positionV>
                <wp:extent cx="6995160" cy="0"/>
                <wp:effectExtent l="13335" t="7620" r="11430" b="11430"/>
                <wp:wrapNone/>
                <wp:docPr id="2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5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8.95pt,165.6pt" to="521.85pt,1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" o:allowincell="f">
                <w10:wrap anchory="page"/>
                <w10:anchorlock/>
              </v:line>
            </w:pict>
          </mc:Fallback>
        </mc:AlternateContent>
      </w:r>
      <w:r w:rsidR="00104764">
        <w:fldChar w:fldCharType="begin"/>
      </w:r>
      <w:r w:rsidR="00F349BD">
        <w:instrText xml:space="preserve"> ADvance \d 90 </w:instrText>
      </w:r>
      <w:r w:rsidR="00104764">
        <w:fldChar w:fldCharType="end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4365"/>
        <w:gridCol w:w="900"/>
        <w:gridCol w:w="2358"/>
      </w:tblGrid>
      <w:tr w:rsidR="00F349BD" w:rsidTr="003F68EF">
        <w:tc>
          <w:tcPr>
            <w:tcW w:w="1728" w:type="dxa"/>
          </w:tcPr>
          <w:p w:rsidR="00F349BD" w:rsidRDefault="00D917CA">
            <w:pPr>
              <w:spacing w:line="305" w:lineRule="auto"/>
              <w:rPr>
                <w:rFonts w:ascii="Humnst777 BT" w:hAnsi="Humnst777 BT"/>
                <w:sz w:val="20"/>
              </w:rPr>
            </w:pPr>
            <w:r>
              <w:rPr>
                <w:rFonts w:ascii="Humnst777 BT" w:hAnsi="Humnst777 BT"/>
                <w:sz w:val="20"/>
              </w:rPr>
              <w:t>Project #:</w:t>
            </w:r>
          </w:p>
        </w:tc>
        <w:tc>
          <w:tcPr>
            <w:tcW w:w="4365" w:type="dxa"/>
            <w:tcBorders>
              <w:bottom w:val="single" w:sz="4" w:space="0" w:color="auto"/>
            </w:tcBorders>
          </w:tcPr>
          <w:p w:rsidR="00F349BD" w:rsidRDefault="009E3281" w:rsidP="008D0557">
            <w:pPr>
              <w:spacing w:line="305" w:lineRule="auto"/>
              <w:rPr>
                <w:rFonts w:ascii="Humnst777 BT" w:hAnsi="Humnst777 BT"/>
                <w:sz w:val="20"/>
              </w:rPr>
            </w:pPr>
            <w:bookmarkStart w:id="1" w:name="ProjectNum"/>
            <w:bookmarkEnd w:id="1"/>
            <w:r>
              <w:rPr>
                <w:rFonts w:ascii="Humnst777 BT" w:hAnsi="Humnst777 BT"/>
                <w:sz w:val="20"/>
              </w:rPr>
              <w:t>1</w:t>
            </w:r>
            <w:r w:rsidR="003F68EF">
              <w:rPr>
                <w:rFonts w:ascii="Humnst777 BT" w:hAnsi="Humnst777 BT"/>
                <w:sz w:val="20"/>
              </w:rPr>
              <w:t>5-309</w:t>
            </w:r>
          </w:p>
        </w:tc>
        <w:tc>
          <w:tcPr>
            <w:tcW w:w="900" w:type="dxa"/>
          </w:tcPr>
          <w:p w:rsidR="00F349BD" w:rsidRDefault="00F349BD">
            <w:pPr>
              <w:spacing w:line="305" w:lineRule="auto"/>
              <w:rPr>
                <w:rFonts w:ascii="Humnst777 BT" w:hAnsi="Humnst777 BT"/>
                <w:sz w:val="20"/>
              </w:rPr>
            </w:pPr>
            <w:r>
              <w:rPr>
                <w:rFonts w:ascii="Humnst777 BT" w:hAnsi="Humnst777 BT"/>
                <w:sz w:val="20"/>
              </w:rPr>
              <w:t>Date:</w:t>
            </w: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F349BD" w:rsidRDefault="00F349BD">
            <w:pPr>
              <w:spacing w:line="305" w:lineRule="auto"/>
              <w:rPr>
                <w:rFonts w:ascii="Humnst777 BT" w:hAnsi="Humnst777 BT"/>
                <w:sz w:val="20"/>
              </w:rPr>
            </w:pPr>
            <w:bookmarkStart w:id="2" w:name="Date"/>
            <w:bookmarkEnd w:id="2"/>
          </w:p>
        </w:tc>
      </w:tr>
      <w:tr w:rsidR="00F349BD" w:rsidTr="003F68EF">
        <w:tc>
          <w:tcPr>
            <w:tcW w:w="1728" w:type="dxa"/>
          </w:tcPr>
          <w:p w:rsidR="00D917CA" w:rsidRDefault="00D917CA">
            <w:pPr>
              <w:spacing w:line="305" w:lineRule="auto"/>
              <w:rPr>
                <w:rFonts w:ascii="Humnst777 BT" w:hAnsi="Humnst777 BT"/>
                <w:sz w:val="20"/>
              </w:rPr>
            </w:pPr>
          </w:p>
          <w:p w:rsidR="00F349BD" w:rsidRDefault="00D917CA">
            <w:pPr>
              <w:spacing w:line="305" w:lineRule="auto"/>
              <w:rPr>
                <w:rFonts w:ascii="Humnst777 BT" w:hAnsi="Humnst777 BT"/>
                <w:sz w:val="20"/>
              </w:rPr>
            </w:pPr>
            <w:r>
              <w:rPr>
                <w:rFonts w:ascii="Humnst777 BT" w:hAnsi="Humnst777 BT"/>
                <w:sz w:val="20"/>
              </w:rPr>
              <w:t>Project Name:</w:t>
            </w:r>
          </w:p>
        </w:tc>
        <w:tc>
          <w:tcPr>
            <w:tcW w:w="4365" w:type="dxa"/>
            <w:tcBorders>
              <w:top w:val="single" w:sz="4" w:space="0" w:color="auto"/>
              <w:bottom w:val="single" w:sz="4" w:space="0" w:color="auto"/>
            </w:tcBorders>
          </w:tcPr>
          <w:p w:rsidR="00F349BD" w:rsidRDefault="00F349BD">
            <w:pPr>
              <w:spacing w:line="305" w:lineRule="auto"/>
              <w:rPr>
                <w:rFonts w:ascii="Humnst777 BT" w:hAnsi="Humnst777 BT"/>
                <w:sz w:val="20"/>
              </w:rPr>
            </w:pPr>
            <w:bookmarkStart w:id="3" w:name="ClientNum"/>
            <w:bookmarkEnd w:id="3"/>
          </w:p>
          <w:p w:rsidR="00D917CA" w:rsidRDefault="003F68EF" w:rsidP="00697356">
            <w:pPr>
              <w:spacing w:line="305" w:lineRule="auto"/>
              <w:rPr>
                <w:rFonts w:ascii="Humnst777 BT" w:hAnsi="Humnst777 BT"/>
                <w:sz w:val="20"/>
              </w:rPr>
            </w:pPr>
            <w:r>
              <w:rPr>
                <w:rFonts w:ascii="Humnst777 BT" w:hAnsi="Humnst777 BT"/>
                <w:sz w:val="20"/>
              </w:rPr>
              <w:t>Jewett Brook Watershed Tile Drainage Study</w:t>
            </w:r>
          </w:p>
        </w:tc>
        <w:tc>
          <w:tcPr>
            <w:tcW w:w="900" w:type="dxa"/>
          </w:tcPr>
          <w:p w:rsidR="00F349BD" w:rsidRDefault="00F349BD">
            <w:pPr>
              <w:spacing w:line="305" w:lineRule="auto"/>
              <w:rPr>
                <w:rFonts w:ascii="Humnst777 BT" w:hAnsi="Humnst777 BT"/>
                <w:sz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F349BD" w:rsidRDefault="00F349BD">
            <w:pPr>
              <w:spacing w:line="305" w:lineRule="auto"/>
              <w:rPr>
                <w:rFonts w:ascii="Humnst777 BT" w:hAnsi="Humnst777 BT"/>
                <w:sz w:val="20"/>
              </w:rPr>
            </w:pPr>
          </w:p>
        </w:tc>
      </w:tr>
      <w:tr w:rsidR="00F349BD" w:rsidTr="003F68EF">
        <w:tc>
          <w:tcPr>
            <w:tcW w:w="1728" w:type="dxa"/>
          </w:tcPr>
          <w:p w:rsidR="00F349BD" w:rsidRDefault="00F349BD">
            <w:pPr>
              <w:spacing w:line="305" w:lineRule="auto"/>
              <w:rPr>
                <w:rFonts w:ascii="Humnst777 BT" w:hAnsi="Humnst777 BT"/>
                <w:sz w:val="20"/>
              </w:rPr>
            </w:pPr>
          </w:p>
        </w:tc>
        <w:tc>
          <w:tcPr>
            <w:tcW w:w="4365" w:type="dxa"/>
            <w:tcBorders>
              <w:top w:val="single" w:sz="4" w:space="0" w:color="auto"/>
            </w:tcBorders>
          </w:tcPr>
          <w:p w:rsidR="00F349BD" w:rsidRDefault="00F349BD">
            <w:pPr>
              <w:spacing w:line="305" w:lineRule="auto"/>
              <w:rPr>
                <w:rFonts w:ascii="Humnst777 BT" w:hAnsi="Humnst777 BT"/>
                <w:sz w:val="20"/>
              </w:rPr>
            </w:pPr>
            <w:bookmarkStart w:id="4" w:name="SEINum"/>
            <w:bookmarkEnd w:id="4"/>
          </w:p>
        </w:tc>
        <w:tc>
          <w:tcPr>
            <w:tcW w:w="900" w:type="dxa"/>
          </w:tcPr>
          <w:p w:rsidR="00F349BD" w:rsidRDefault="00F349BD">
            <w:pPr>
              <w:spacing w:line="305" w:lineRule="auto"/>
              <w:rPr>
                <w:rFonts w:ascii="Humnst777 BT" w:hAnsi="Humnst777 BT"/>
                <w:sz w:val="20"/>
              </w:rPr>
            </w:pPr>
          </w:p>
        </w:tc>
        <w:tc>
          <w:tcPr>
            <w:tcW w:w="2358" w:type="dxa"/>
          </w:tcPr>
          <w:p w:rsidR="00F349BD" w:rsidRDefault="00F349BD">
            <w:pPr>
              <w:spacing w:line="305" w:lineRule="auto"/>
              <w:rPr>
                <w:rFonts w:ascii="Humnst777 BT" w:hAnsi="Humnst777 BT"/>
                <w:sz w:val="20"/>
              </w:rPr>
            </w:pPr>
          </w:p>
        </w:tc>
      </w:tr>
    </w:tbl>
    <w:p w:rsidR="00F349BD" w:rsidRDefault="00DB306E" w:rsidP="003A5C52">
      <w:pPr>
        <w:spacing w:after="120" w:line="305" w:lineRule="auto"/>
      </w:pPr>
      <w:r>
        <w:t>T</w:t>
      </w:r>
      <w:r w:rsidR="00C835E6">
        <w:t>opics Covered</w:t>
      </w:r>
      <w:r w:rsidR="00F349BD">
        <w:t>:</w:t>
      </w:r>
    </w:p>
    <w:p w:rsidR="00DB306E" w:rsidRDefault="003F68EF" w:rsidP="00DB306E">
      <w:pPr>
        <w:pBdr>
          <w:bottom w:val="single" w:sz="4" w:space="1" w:color="auto"/>
        </w:pBdr>
        <w:spacing w:line="305" w:lineRule="auto"/>
      </w:pPr>
      <w:r>
        <w:t>Plan</w:t>
      </w:r>
      <w:r w:rsidR="001E20EF">
        <w:t>t</w:t>
      </w:r>
      <w:bookmarkStart w:id="5" w:name="_GoBack"/>
      <w:bookmarkEnd w:id="5"/>
      <w:r>
        <w:t xml:space="preserve"> and animal hazards</w:t>
      </w:r>
    </w:p>
    <w:p w:rsidR="00DB306E" w:rsidRDefault="00DB306E">
      <w:pPr>
        <w:spacing w:line="305" w:lineRule="auto"/>
      </w:pPr>
    </w:p>
    <w:p w:rsidR="00DB306E" w:rsidRDefault="003F68EF" w:rsidP="00DB306E">
      <w:pPr>
        <w:pBdr>
          <w:bottom w:val="single" w:sz="4" w:space="1" w:color="auto"/>
        </w:pBdr>
        <w:spacing w:line="305" w:lineRule="auto"/>
      </w:pPr>
      <w:r>
        <w:t>Steep and uneven terrain</w:t>
      </w:r>
    </w:p>
    <w:p w:rsidR="00DB306E" w:rsidRDefault="00DB306E">
      <w:pPr>
        <w:spacing w:line="305" w:lineRule="auto"/>
      </w:pPr>
    </w:p>
    <w:p w:rsidR="00D917CA" w:rsidRDefault="003F68EF" w:rsidP="00D917CA">
      <w:pPr>
        <w:pBdr>
          <w:bottom w:val="single" w:sz="4" w:space="1" w:color="auto"/>
        </w:pBdr>
        <w:spacing w:line="305" w:lineRule="auto"/>
      </w:pPr>
      <w:r>
        <w:t>Chemical hazards</w:t>
      </w:r>
    </w:p>
    <w:p w:rsidR="00D917CA" w:rsidRDefault="00D917CA">
      <w:pPr>
        <w:spacing w:line="305" w:lineRule="auto"/>
      </w:pPr>
    </w:p>
    <w:p w:rsidR="00D917CA" w:rsidRDefault="003F68EF" w:rsidP="00D917CA">
      <w:pPr>
        <w:pBdr>
          <w:bottom w:val="single" w:sz="4" w:space="1" w:color="auto"/>
        </w:pBdr>
        <w:spacing w:line="305" w:lineRule="auto"/>
      </w:pPr>
      <w:r>
        <w:t>Heat stress</w:t>
      </w:r>
    </w:p>
    <w:p w:rsidR="00D917CA" w:rsidRDefault="00DB306E" w:rsidP="00DB306E">
      <w:pPr>
        <w:tabs>
          <w:tab w:val="left" w:pos="1308"/>
        </w:tabs>
        <w:spacing w:line="305" w:lineRule="auto"/>
      </w:pPr>
      <w:r>
        <w:tab/>
      </w:r>
    </w:p>
    <w:p w:rsidR="00D917CA" w:rsidRDefault="00D917CA" w:rsidP="00D917CA">
      <w:pPr>
        <w:pBdr>
          <w:bottom w:val="single" w:sz="4" w:space="1" w:color="auto"/>
        </w:pBdr>
        <w:spacing w:line="305" w:lineRule="auto"/>
      </w:pPr>
    </w:p>
    <w:p w:rsidR="0096607F" w:rsidRDefault="0096607F" w:rsidP="0096607F">
      <w:pPr>
        <w:spacing w:line="305" w:lineRule="auto"/>
      </w:pPr>
    </w:p>
    <w:p w:rsidR="00D7385D" w:rsidRDefault="00D7385D" w:rsidP="00D917CA">
      <w:pPr>
        <w:pBdr>
          <w:bottom w:val="single" w:sz="4" w:space="1" w:color="auto"/>
        </w:pBdr>
        <w:spacing w:line="305" w:lineRule="auto"/>
      </w:pPr>
    </w:p>
    <w:p w:rsidR="00D7385D" w:rsidRDefault="00D7385D">
      <w:pPr>
        <w:spacing w:line="305" w:lineRule="auto"/>
      </w:pPr>
    </w:p>
    <w:p w:rsidR="00DB306E" w:rsidRDefault="00C835E6" w:rsidP="00483FD3">
      <w:pPr>
        <w:pStyle w:val="ListParagraph"/>
        <w:numPr>
          <w:ilvl w:val="0"/>
          <w:numId w:val="1"/>
        </w:numPr>
        <w:spacing w:line="305" w:lineRule="auto"/>
        <w:jc w:val="both"/>
      </w:pPr>
      <w:r>
        <w:t xml:space="preserve">HASP Author </w:t>
      </w:r>
      <w:r w:rsidR="00F349BD">
        <w:t>:</w:t>
      </w:r>
      <w:r>
        <w:t xml:space="preserve">  Stone Environmental, Inc </w:t>
      </w:r>
      <w:r>
        <w:sym w:font="Wingdings 2" w:char="F0A3"/>
      </w:r>
      <w:r>
        <w:tab/>
      </w:r>
      <w:r>
        <w:tab/>
        <w:t xml:space="preserve">Other (Client) </w:t>
      </w:r>
      <w:r>
        <w:sym w:font="Wingdings 2" w:char="F0A3"/>
      </w:r>
      <w:r>
        <w:t xml:space="preserve"> </w:t>
      </w:r>
    </w:p>
    <w:p w:rsidR="00F349BD" w:rsidRDefault="00F349BD" w:rsidP="00DB306E">
      <w:pPr>
        <w:spacing w:line="305" w:lineRule="auto"/>
        <w:ind w:left="360"/>
      </w:pPr>
    </w:p>
    <w:p w:rsidR="00C835E6" w:rsidRDefault="00C835E6" w:rsidP="00C835E6">
      <w:pPr>
        <w:spacing w:line="305" w:lineRule="auto"/>
        <w:rPr>
          <w:b/>
          <w:u w:val="single"/>
        </w:rPr>
      </w:pPr>
      <w:r w:rsidRPr="00C835E6">
        <w:rPr>
          <w:b/>
          <w:u w:val="single"/>
        </w:rPr>
        <w:t>Person(s) Present</w:t>
      </w:r>
    </w:p>
    <w:p w:rsidR="00C835E6" w:rsidRPr="00C835E6" w:rsidRDefault="00C835E6" w:rsidP="00C835E6">
      <w:pPr>
        <w:spacing w:line="305" w:lineRule="auto"/>
        <w:rPr>
          <w:b/>
          <w:u w:val="single"/>
        </w:rPr>
      </w:pPr>
      <w:r>
        <w:t xml:space="preserve">             </w:t>
      </w:r>
    </w:p>
    <w:tbl>
      <w:tblPr>
        <w:tblW w:w="11556" w:type="dxa"/>
        <w:tblLayout w:type="fixed"/>
        <w:tblLook w:val="0000" w:firstRow="0" w:lastRow="0" w:firstColumn="0" w:lastColumn="0" w:noHBand="0" w:noVBand="0"/>
      </w:tblPr>
      <w:tblGrid>
        <w:gridCol w:w="3528"/>
        <w:gridCol w:w="4050"/>
        <w:gridCol w:w="1629"/>
        <w:gridCol w:w="2349"/>
      </w:tblGrid>
      <w:tr w:rsidR="00C835E6" w:rsidTr="00C835E6">
        <w:trPr>
          <w:gridAfter w:val="1"/>
          <w:wAfter w:w="2349" w:type="dxa"/>
        </w:trPr>
        <w:tc>
          <w:tcPr>
            <w:tcW w:w="3528" w:type="dxa"/>
          </w:tcPr>
          <w:p w:rsidR="00C835E6" w:rsidRDefault="00190746">
            <w:pPr>
              <w:spacing w:line="305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0" allowOverlap="1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156845</wp:posOffset>
                      </wp:positionV>
                      <wp:extent cx="1859915" cy="0"/>
                      <wp:effectExtent l="5715" t="13970" r="10795" b="5080"/>
                      <wp:wrapNone/>
                      <wp:docPr id="23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99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6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35pt" to="355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pCvFA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0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156845</wp:posOffset>
                      </wp:positionV>
                      <wp:extent cx="1413510" cy="0"/>
                      <wp:effectExtent l="9525" t="13970" r="5715" b="5080"/>
                      <wp:wrapNone/>
                      <wp:docPr id="22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135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4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35pt" to="147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BNEw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0" allowOverlap="1">
                      <wp:simplePos x="0" y="0"/>
                      <wp:positionH relativeFrom="column">
                        <wp:posOffset>4996815</wp:posOffset>
                      </wp:positionH>
                      <wp:positionV relativeFrom="paragraph">
                        <wp:posOffset>156845</wp:posOffset>
                      </wp:positionV>
                      <wp:extent cx="1188720" cy="0"/>
                      <wp:effectExtent l="5715" t="13970" r="5715" b="5080"/>
                      <wp:wrapNone/>
                      <wp:docPr id="21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5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" o:allowincell="f"/>
                  </w:pict>
                </mc:Fallback>
              </mc:AlternateContent>
            </w:r>
            <w:r w:rsidR="00C835E6">
              <w:t xml:space="preserve">Signed:                                                             </w:t>
            </w:r>
          </w:p>
        </w:tc>
        <w:tc>
          <w:tcPr>
            <w:tcW w:w="4050" w:type="dxa"/>
          </w:tcPr>
          <w:p w:rsidR="00C835E6" w:rsidRDefault="00C835E6">
            <w:pPr>
              <w:spacing w:line="305" w:lineRule="auto"/>
            </w:pPr>
            <w:r>
              <w:t>Print:</w:t>
            </w:r>
          </w:p>
        </w:tc>
        <w:tc>
          <w:tcPr>
            <w:tcW w:w="1629" w:type="dxa"/>
          </w:tcPr>
          <w:p w:rsidR="00C835E6" w:rsidRDefault="00C835E6">
            <w:pPr>
              <w:spacing w:line="305" w:lineRule="auto"/>
            </w:pPr>
            <w:r>
              <w:t xml:space="preserve">     Date:</w:t>
            </w:r>
          </w:p>
        </w:tc>
      </w:tr>
      <w:tr w:rsidR="00C835E6" w:rsidTr="00C835E6">
        <w:tc>
          <w:tcPr>
            <w:tcW w:w="3528" w:type="dxa"/>
          </w:tcPr>
          <w:p w:rsidR="00C835E6" w:rsidRDefault="00190746" w:rsidP="00C835E6">
            <w:pPr>
              <w:spacing w:line="305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0" allowOverlap="1" wp14:anchorId="21DC0EB0" wp14:editId="122C3ABA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156845</wp:posOffset>
                      </wp:positionV>
                      <wp:extent cx="1859915" cy="0"/>
                      <wp:effectExtent l="5715" t="13970" r="10795" b="5080"/>
                      <wp:wrapNone/>
                      <wp:docPr id="20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99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35pt" to="355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0" allowOverlap="1" wp14:anchorId="45D59B4E" wp14:editId="2EB3DFD8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156845</wp:posOffset>
                      </wp:positionV>
                      <wp:extent cx="1413510" cy="0"/>
                      <wp:effectExtent l="9525" t="13970" r="5715" b="5080"/>
                      <wp:wrapNone/>
                      <wp:docPr id="19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135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7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35pt" to="147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vSW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 wp14:anchorId="459F3982" wp14:editId="086E1A7B">
                      <wp:simplePos x="0" y="0"/>
                      <wp:positionH relativeFrom="column">
                        <wp:posOffset>4996815</wp:posOffset>
                      </wp:positionH>
                      <wp:positionV relativeFrom="paragraph">
                        <wp:posOffset>156845</wp:posOffset>
                      </wp:positionV>
                      <wp:extent cx="1188720" cy="0"/>
                      <wp:effectExtent l="5715" t="13970" r="5715" b="5080"/>
                      <wp:wrapNone/>
                      <wp:docPr id="18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8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" o:allowincell="f"/>
                  </w:pict>
                </mc:Fallback>
              </mc:AlternateContent>
            </w:r>
            <w:r w:rsidR="00C835E6">
              <w:t xml:space="preserve">Signed:                                                          </w:t>
            </w:r>
          </w:p>
        </w:tc>
        <w:tc>
          <w:tcPr>
            <w:tcW w:w="4050" w:type="dxa"/>
          </w:tcPr>
          <w:p w:rsidR="00C835E6" w:rsidRDefault="00C835E6" w:rsidP="00F51A9F">
            <w:pPr>
              <w:spacing w:line="305" w:lineRule="auto"/>
            </w:pPr>
            <w:r>
              <w:t>Print:</w:t>
            </w:r>
          </w:p>
        </w:tc>
        <w:tc>
          <w:tcPr>
            <w:tcW w:w="3978" w:type="dxa"/>
            <w:gridSpan w:val="2"/>
          </w:tcPr>
          <w:p w:rsidR="00C835E6" w:rsidRDefault="00C835E6" w:rsidP="00F51A9F">
            <w:pPr>
              <w:spacing w:line="305" w:lineRule="auto"/>
            </w:pPr>
            <w:r>
              <w:t xml:space="preserve">     Date:</w:t>
            </w:r>
          </w:p>
        </w:tc>
      </w:tr>
      <w:tr w:rsidR="00C835E6" w:rsidTr="00C835E6">
        <w:tc>
          <w:tcPr>
            <w:tcW w:w="3528" w:type="dxa"/>
          </w:tcPr>
          <w:p w:rsidR="00C835E6" w:rsidRDefault="00190746" w:rsidP="00F51A9F">
            <w:pPr>
              <w:spacing w:line="305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02FA8388" wp14:editId="5F949746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156845</wp:posOffset>
                      </wp:positionV>
                      <wp:extent cx="1859915" cy="0"/>
                      <wp:effectExtent l="5715" t="13970" r="10795" b="5080"/>
                      <wp:wrapNone/>
                      <wp:docPr id="17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99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35pt" to="355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Ew3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 wp14:anchorId="627C5257" wp14:editId="566FB264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156845</wp:posOffset>
                      </wp:positionV>
                      <wp:extent cx="1413510" cy="0"/>
                      <wp:effectExtent l="9525" t="13970" r="5715" b="5080"/>
                      <wp:wrapNone/>
                      <wp:docPr id="16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135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0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35pt" to="147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EzVFAIAACo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 wp14:anchorId="161B778E" wp14:editId="36C6322B">
                      <wp:simplePos x="0" y="0"/>
                      <wp:positionH relativeFrom="column">
                        <wp:posOffset>4996815</wp:posOffset>
                      </wp:positionH>
                      <wp:positionV relativeFrom="paragraph">
                        <wp:posOffset>156845</wp:posOffset>
                      </wp:positionV>
                      <wp:extent cx="1188720" cy="0"/>
                      <wp:effectExtent l="5715" t="13970" r="5715" b="5080"/>
                      <wp:wrapNone/>
                      <wp:docPr id="15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TQbFQIAACo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" o:allowincell="f"/>
                  </w:pict>
                </mc:Fallback>
              </mc:AlternateContent>
            </w:r>
            <w:r w:rsidR="00C835E6">
              <w:t xml:space="preserve">Signed:                                                             </w:t>
            </w:r>
          </w:p>
        </w:tc>
        <w:tc>
          <w:tcPr>
            <w:tcW w:w="4050" w:type="dxa"/>
          </w:tcPr>
          <w:p w:rsidR="00C835E6" w:rsidRDefault="00C835E6" w:rsidP="00F51A9F">
            <w:pPr>
              <w:spacing w:line="305" w:lineRule="auto"/>
            </w:pPr>
            <w:r>
              <w:t>Print:</w:t>
            </w:r>
          </w:p>
        </w:tc>
        <w:tc>
          <w:tcPr>
            <w:tcW w:w="3978" w:type="dxa"/>
            <w:gridSpan w:val="2"/>
          </w:tcPr>
          <w:p w:rsidR="00C835E6" w:rsidRDefault="00C835E6" w:rsidP="00F51A9F">
            <w:pPr>
              <w:spacing w:line="305" w:lineRule="auto"/>
            </w:pPr>
            <w:r>
              <w:t xml:space="preserve">     Date:</w:t>
            </w:r>
          </w:p>
        </w:tc>
      </w:tr>
      <w:tr w:rsidR="00C835E6" w:rsidTr="00C835E6">
        <w:tc>
          <w:tcPr>
            <w:tcW w:w="3528" w:type="dxa"/>
          </w:tcPr>
          <w:p w:rsidR="00C835E6" w:rsidRDefault="00190746" w:rsidP="00F51A9F">
            <w:pPr>
              <w:spacing w:line="305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1" wp14:anchorId="6C7F5C35" wp14:editId="6D014D1F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156845</wp:posOffset>
                      </wp:positionV>
                      <wp:extent cx="1859915" cy="0"/>
                      <wp:effectExtent l="5715" t="13970" r="10795" b="5080"/>
                      <wp:wrapNone/>
                      <wp:docPr id="14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99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35pt" to="355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Bg+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 wp14:anchorId="65F87F71" wp14:editId="093E0286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156845</wp:posOffset>
                      </wp:positionV>
                      <wp:extent cx="1413510" cy="0"/>
                      <wp:effectExtent l="9525" t="13970" r="5715" b="5080"/>
                      <wp:wrapNone/>
                      <wp:docPr id="13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135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35pt" to="147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VJi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1" wp14:anchorId="2AF37472" wp14:editId="58C701DE">
                      <wp:simplePos x="0" y="0"/>
                      <wp:positionH relativeFrom="column">
                        <wp:posOffset>4996815</wp:posOffset>
                      </wp:positionH>
                      <wp:positionV relativeFrom="paragraph">
                        <wp:posOffset>156845</wp:posOffset>
                      </wp:positionV>
                      <wp:extent cx="1188720" cy="0"/>
                      <wp:effectExtent l="5715" t="13970" r="5715" b="5080"/>
                      <wp:wrapNone/>
                      <wp:docPr id="12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z6f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" o:allowincell="f"/>
                  </w:pict>
                </mc:Fallback>
              </mc:AlternateContent>
            </w:r>
            <w:r w:rsidR="00C835E6">
              <w:t xml:space="preserve">Signed:                                                             </w:t>
            </w:r>
          </w:p>
        </w:tc>
        <w:tc>
          <w:tcPr>
            <w:tcW w:w="4050" w:type="dxa"/>
          </w:tcPr>
          <w:p w:rsidR="00C835E6" w:rsidRDefault="00C835E6" w:rsidP="00F51A9F">
            <w:pPr>
              <w:spacing w:line="305" w:lineRule="auto"/>
            </w:pPr>
            <w:r>
              <w:t>Print:</w:t>
            </w:r>
          </w:p>
        </w:tc>
        <w:tc>
          <w:tcPr>
            <w:tcW w:w="3978" w:type="dxa"/>
            <w:gridSpan w:val="2"/>
          </w:tcPr>
          <w:p w:rsidR="00C835E6" w:rsidRDefault="00C835E6" w:rsidP="00F51A9F">
            <w:pPr>
              <w:spacing w:line="305" w:lineRule="auto"/>
            </w:pPr>
            <w:r>
              <w:t xml:space="preserve">     Date:</w:t>
            </w:r>
          </w:p>
        </w:tc>
      </w:tr>
      <w:tr w:rsidR="00C835E6" w:rsidTr="00C835E6">
        <w:tc>
          <w:tcPr>
            <w:tcW w:w="3528" w:type="dxa"/>
          </w:tcPr>
          <w:p w:rsidR="00C835E6" w:rsidRDefault="00190746" w:rsidP="00F51A9F">
            <w:pPr>
              <w:spacing w:line="305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0" allowOverlap="1" wp14:anchorId="659F9449" wp14:editId="3608B147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156845</wp:posOffset>
                      </wp:positionV>
                      <wp:extent cx="1859915" cy="0"/>
                      <wp:effectExtent l="5715" t="13970" r="10795" b="5080"/>
                      <wp:wrapNone/>
                      <wp:docPr id="11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99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8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35pt" to="355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XFi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0" allowOverlap="1" wp14:anchorId="0685B4D5" wp14:editId="52770028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156845</wp:posOffset>
                      </wp:positionV>
                      <wp:extent cx="1413510" cy="0"/>
                      <wp:effectExtent l="9525" t="13970" r="5715" b="5080"/>
                      <wp:wrapNone/>
                      <wp:docPr id="10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135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35pt" to="147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8xIEg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0" allowOverlap="1" wp14:anchorId="3A4DE1E3" wp14:editId="58DF95C2">
                      <wp:simplePos x="0" y="0"/>
                      <wp:positionH relativeFrom="column">
                        <wp:posOffset>4996815</wp:posOffset>
                      </wp:positionH>
                      <wp:positionV relativeFrom="paragraph">
                        <wp:posOffset>156845</wp:posOffset>
                      </wp:positionV>
                      <wp:extent cx="1188720" cy="0"/>
                      <wp:effectExtent l="5715" t="13970" r="5715" b="5080"/>
                      <wp:wrapNone/>
                      <wp:docPr id="9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l17Ew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" o:allowincell="f"/>
                  </w:pict>
                </mc:Fallback>
              </mc:AlternateContent>
            </w:r>
            <w:r w:rsidR="00C835E6">
              <w:t xml:space="preserve">Signed:                                                             </w:t>
            </w:r>
          </w:p>
        </w:tc>
        <w:tc>
          <w:tcPr>
            <w:tcW w:w="4050" w:type="dxa"/>
          </w:tcPr>
          <w:p w:rsidR="00C835E6" w:rsidRDefault="00C835E6" w:rsidP="00F51A9F">
            <w:pPr>
              <w:spacing w:line="305" w:lineRule="auto"/>
            </w:pPr>
            <w:r>
              <w:t>Print:</w:t>
            </w:r>
          </w:p>
        </w:tc>
        <w:tc>
          <w:tcPr>
            <w:tcW w:w="3978" w:type="dxa"/>
            <w:gridSpan w:val="2"/>
          </w:tcPr>
          <w:p w:rsidR="00C835E6" w:rsidRDefault="00C835E6" w:rsidP="00F51A9F">
            <w:pPr>
              <w:spacing w:line="305" w:lineRule="auto"/>
            </w:pPr>
            <w:r>
              <w:t xml:space="preserve">     Date:</w:t>
            </w:r>
          </w:p>
        </w:tc>
      </w:tr>
      <w:tr w:rsidR="00C835E6" w:rsidTr="00C835E6">
        <w:tc>
          <w:tcPr>
            <w:tcW w:w="3528" w:type="dxa"/>
          </w:tcPr>
          <w:p w:rsidR="00C835E6" w:rsidRDefault="00190746" w:rsidP="00F51A9F">
            <w:pPr>
              <w:spacing w:line="305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0" allowOverlap="1" wp14:anchorId="14811A95" wp14:editId="37E57735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156845</wp:posOffset>
                      </wp:positionV>
                      <wp:extent cx="1859915" cy="0"/>
                      <wp:effectExtent l="5715" t="13970" r="10795" b="5080"/>
                      <wp:wrapNone/>
                      <wp:docPr id="8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99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35pt" to="355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iyIFAIAACk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0" allowOverlap="1" wp14:anchorId="791B051E" wp14:editId="1CA03A13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156845</wp:posOffset>
                      </wp:positionV>
                      <wp:extent cx="1413510" cy="0"/>
                      <wp:effectExtent l="9525" t="13970" r="5715" b="5080"/>
                      <wp:wrapNone/>
                      <wp:docPr id="7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135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35pt" to="147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t9M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0" allowOverlap="1" wp14:anchorId="49E0AD37" wp14:editId="4B61E74E">
                      <wp:simplePos x="0" y="0"/>
                      <wp:positionH relativeFrom="column">
                        <wp:posOffset>4996815</wp:posOffset>
                      </wp:positionH>
                      <wp:positionV relativeFrom="paragraph">
                        <wp:posOffset>156845</wp:posOffset>
                      </wp:positionV>
                      <wp:extent cx="1188720" cy="0"/>
                      <wp:effectExtent l="5715" t="13970" r="5715" b="5080"/>
                      <wp:wrapNone/>
                      <wp:docPr id="6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0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1OvEw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" o:allowincell="f"/>
                  </w:pict>
                </mc:Fallback>
              </mc:AlternateContent>
            </w:r>
            <w:r w:rsidR="00C835E6">
              <w:t xml:space="preserve">Signed:                                                             </w:t>
            </w:r>
          </w:p>
        </w:tc>
        <w:tc>
          <w:tcPr>
            <w:tcW w:w="4050" w:type="dxa"/>
          </w:tcPr>
          <w:p w:rsidR="00C835E6" w:rsidRDefault="00C835E6" w:rsidP="00F51A9F">
            <w:pPr>
              <w:spacing w:line="305" w:lineRule="auto"/>
            </w:pPr>
            <w:r>
              <w:t>Print:</w:t>
            </w:r>
          </w:p>
        </w:tc>
        <w:tc>
          <w:tcPr>
            <w:tcW w:w="3978" w:type="dxa"/>
            <w:gridSpan w:val="2"/>
          </w:tcPr>
          <w:p w:rsidR="00C835E6" w:rsidRDefault="00C835E6" w:rsidP="00F51A9F">
            <w:pPr>
              <w:spacing w:line="305" w:lineRule="auto"/>
            </w:pPr>
            <w:r>
              <w:t xml:space="preserve">     Date:</w:t>
            </w:r>
          </w:p>
        </w:tc>
      </w:tr>
      <w:tr w:rsidR="00C835E6" w:rsidTr="00C835E6">
        <w:tc>
          <w:tcPr>
            <w:tcW w:w="3528" w:type="dxa"/>
          </w:tcPr>
          <w:p w:rsidR="00C835E6" w:rsidRDefault="00190746" w:rsidP="00F51A9F">
            <w:pPr>
              <w:spacing w:line="305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0" allowOverlap="1" wp14:anchorId="05F36A64" wp14:editId="664523A4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156845</wp:posOffset>
                      </wp:positionV>
                      <wp:extent cx="1859915" cy="0"/>
                      <wp:effectExtent l="5715" t="13970" r="10795" b="5080"/>
                      <wp:wrapNone/>
                      <wp:docPr id="5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99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4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35pt" to="355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jXd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0" allowOverlap="1" wp14:anchorId="057535F4" wp14:editId="7CA39047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156845</wp:posOffset>
                      </wp:positionV>
                      <wp:extent cx="1413510" cy="0"/>
                      <wp:effectExtent l="9525" t="13970" r="5715" b="5080"/>
                      <wp:wrapNone/>
                      <wp:docPr id="4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135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2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35pt" to="147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6F4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0" allowOverlap="1" wp14:anchorId="29E2EE4D" wp14:editId="01DCD937">
                      <wp:simplePos x="0" y="0"/>
                      <wp:positionH relativeFrom="column">
                        <wp:posOffset>4996815</wp:posOffset>
                      </wp:positionH>
                      <wp:positionV relativeFrom="paragraph">
                        <wp:posOffset>156845</wp:posOffset>
                      </wp:positionV>
                      <wp:extent cx="1188720" cy="0"/>
                      <wp:effectExtent l="5715" t="13970" r="5715" b="5080"/>
                      <wp:wrapNone/>
                      <wp:docPr id="3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3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k0Y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" o:allowincell="f"/>
                  </w:pict>
                </mc:Fallback>
              </mc:AlternateContent>
            </w:r>
            <w:r w:rsidR="00C835E6">
              <w:t xml:space="preserve">Signed:                                                             </w:t>
            </w:r>
          </w:p>
        </w:tc>
        <w:tc>
          <w:tcPr>
            <w:tcW w:w="4050" w:type="dxa"/>
          </w:tcPr>
          <w:p w:rsidR="00C835E6" w:rsidRDefault="00C835E6" w:rsidP="00F51A9F">
            <w:pPr>
              <w:spacing w:line="305" w:lineRule="auto"/>
            </w:pPr>
            <w:r>
              <w:t>Print:</w:t>
            </w:r>
          </w:p>
        </w:tc>
        <w:tc>
          <w:tcPr>
            <w:tcW w:w="3978" w:type="dxa"/>
            <w:gridSpan w:val="2"/>
          </w:tcPr>
          <w:p w:rsidR="00C835E6" w:rsidRDefault="00C835E6" w:rsidP="00F51A9F">
            <w:pPr>
              <w:spacing w:line="305" w:lineRule="auto"/>
            </w:pPr>
            <w:r>
              <w:t xml:space="preserve">     Date:</w:t>
            </w:r>
          </w:p>
        </w:tc>
      </w:tr>
      <w:tr w:rsidR="00DB306E" w:rsidTr="00C835E6">
        <w:tc>
          <w:tcPr>
            <w:tcW w:w="3528" w:type="dxa"/>
          </w:tcPr>
          <w:p w:rsidR="00DB306E" w:rsidRDefault="00DB306E" w:rsidP="002F7E68">
            <w:pPr>
              <w:spacing w:line="305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0" allowOverlap="1" wp14:anchorId="75500492" wp14:editId="19CC4489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156845</wp:posOffset>
                      </wp:positionV>
                      <wp:extent cx="1859915" cy="0"/>
                      <wp:effectExtent l="5715" t="13970" r="10795" b="5080"/>
                      <wp:wrapNone/>
                      <wp:docPr id="55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99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8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35pt" to="355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ZhAFA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0" allowOverlap="1" wp14:anchorId="4C6DFA09" wp14:editId="321E02F0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156845</wp:posOffset>
                      </wp:positionV>
                      <wp:extent cx="1413510" cy="0"/>
                      <wp:effectExtent l="9525" t="13970" r="5715" b="5080"/>
                      <wp:wrapNone/>
                      <wp:docPr id="56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135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6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35pt" to="147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289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0" allowOverlap="1" wp14:anchorId="44637898" wp14:editId="37163D08">
                      <wp:simplePos x="0" y="0"/>
                      <wp:positionH relativeFrom="column">
                        <wp:posOffset>4996815</wp:posOffset>
                      </wp:positionH>
                      <wp:positionV relativeFrom="paragraph">
                        <wp:posOffset>156845</wp:posOffset>
                      </wp:positionV>
                      <wp:extent cx="1188720" cy="0"/>
                      <wp:effectExtent l="5715" t="13970" r="5715" b="5080"/>
                      <wp:wrapNone/>
                      <wp:docPr id="57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7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l2kFAIAACo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" o:allowincell="f"/>
                  </w:pict>
                </mc:Fallback>
              </mc:AlternateContent>
            </w:r>
            <w:r>
              <w:t xml:space="preserve">Signed:                                                             </w:t>
            </w:r>
          </w:p>
        </w:tc>
        <w:tc>
          <w:tcPr>
            <w:tcW w:w="4050" w:type="dxa"/>
          </w:tcPr>
          <w:p w:rsidR="00DB306E" w:rsidRDefault="00DB306E" w:rsidP="002F7E68">
            <w:pPr>
              <w:spacing w:line="305" w:lineRule="auto"/>
            </w:pPr>
            <w:r>
              <w:t>Print:</w:t>
            </w:r>
          </w:p>
        </w:tc>
        <w:tc>
          <w:tcPr>
            <w:tcW w:w="3978" w:type="dxa"/>
            <w:gridSpan w:val="2"/>
          </w:tcPr>
          <w:p w:rsidR="00DB306E" w:rsidRDefault="00DB306E" w:rsidP="002F7E68">
            <w:pPr>
              <w:spacing w:line="305" w:lineRule="auto"/>
            </w:pPr>
            <w:r>
              <w:t xml:space="preserve">     Date:</w:t>
            </w:r>
          </w:p>
        </w:tc>
      </w:tr>
      <w:tr w:rsidR="00DB306E" w:rsidTr="00C835E6">
        <w:tc>
          <w:tcPr>
            <w:tcW w:w="3528" w:type="dxa"/>
          </w:tcPr>
          <w:p w:rsidR="00DB306E" w:rsidRDefault="00DB306E" w:rsidP="002F7E68">
            <w:pPr>
              <w:spacing w:line="305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0" allowOverlap="1" wp14:anchorId="7B1A837F" wp14:editId="4333A5EF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156845</wp:posOffset>
                      </wp:positionV>
                      <wp:extent cx="1859915" cy="0"/>
                      <wp:effectExtent l="5715" t="13970" r="10795" b="5080"/>
                      <wp:wrapNone/>
                      <wp:docPr id="58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99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1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35pt" to="355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0" allowOverlap="1" wp14:anchorId="2F7192F9" wp14:editId="3320296F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156845</wp:posOffset>
                      </wp:positionV>
                      <wp:extent cx="1413510" cy="0"/>
                      <wp:effectExtent l="9525" t="13970" r="5715" b="5080"/>
                      <wp:wrapNone/>
                      <wp:docPr id="59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135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9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35pt" to="147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t+T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0" allowOverlap="1" wp14:anchorId="73E24C08" wp14:editId="4B8BBE66">
                      <wp:simplePos x="0" y="0"/>
                      <wp:positionH relativeFrom="column">
                        <wp:posOffset>4996815</wp:posOffset>
                      </wp:positionH>
                      <wp:positionV relativeFrom="paragraph">
                        <wp:posOffset>156845</wp:posOffset>
                      </wp:positionV>
                      <wp:extent cx="1188720" cy="0"/>
                      <wp:effectExtent l="5715" t="13970" r="5715" b="5080"/>
                      <wp:wrapNone/>
                      <wp:docPr id="60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0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" o:allowincell="f"/>
                  </w:pict>
                </mc:Fallback>
              </mc:AlternateContent>
            </w:r>
            <w:r>
              <w:t xml:space="preserve">Signed:                                                             </w:t>
            </w:r>
          </w:p>
        </w:tc>
        <w:tc>
          <w:tcPr>
            <w:tcW w:w="4050" w:type="dxa"/>
          </w:tcPr>
          <w:p w:rsidR="00DB306E" w:rsidRDefault="00DB306E" w:rsidP="002F7E68">
            <w:pPr>
              <w:spacing w:line="305" w:lineRule="auto"/>
            </w:pPr>
            <w:r>
              <w:t>Print:</w:t>
            </w:r>
          </w:p>
        </w:tc>
        <w:tc>
          <w:tcPr>
            <w:tcW w:w="3978" w:type="dxa"/>
            <w:gridSpan w:val="2"/>
          </w:tcPr>
          <w:p w:rsidR="00DB306E" w:rsidRDefault="00DB306E" w:rsidP="002F7E68">
            <w:pPr>
              <w:spacing w:line="305" w:lineRule="auto"/>
            </w:pPr>
            <w:r>
              <w:t xml:space="preserve">     Date:</w:t>
            </w:r>
          </w:p>
        </w:tc>
      </w:tr>
      <w:tr w:rsidR="00DB306E" w:rsidTr="00C835E6">
        <w:tc>
          <w:tcPr>
            <w:tcW w:w="3528" w:type="dxa"/>
          </w:tcPr>
          <w:p w:rsidR="00DB306E" w:rsidRDefault="00DB306E" w:rsidP="002F7E68">
            <w:pPr>
              <w:spacing w:line="305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0" allowOverlap="1" wp14:anchorId="529380A5" wp14:editId="7FBB2922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156845</wp:posOffset>
                      </wp:positionV>
                      <wp:extent cx="1859915" cy="0"/>
                      <wp:effectExtent l="5715" t="13970" r="10795" b="5080"/>
                      <wp:wrapNone/>
                      <wp:docPr id="61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99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4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35pt" to="355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9vAFA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0" allowOverlap="1" wp14:anchorId="4A25EC78" wp14:editId="2BED9FD2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156845</wp:posOffset>
                      </wp:positionV>
                      <wp:extent cx="1413510" cy="0"/>
                      <wp:effectExtent l="9525" t="13970" r="5715" b="5080"/>
                      <wp:wrapNone/>
                      <wp:docPr id="6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135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2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35pt" to="147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gUy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" o:allowincell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0" allowOverlap="1" wp14:anchorId="5619082A" wp14:editId="195B1B09">
                      <wp:simplePos x="0" y="0"/>
                      <wp:positionH relativeFrom="column">
                        <wp:posOffset>4996815</wp:posOffset>
                      </wp:positionH>
                      <wp:positionV relativeFrom="paragraph">
                        <wp:posOffset>156845</wp:posOffset>
                      </wp:positionV>
                      <wp:extent cx="1188720" cy="0"/>
                      <wp:effectExtent l="5715" t="13970" r="5715" b="5080"/>
                      <wp:wrapNone/>
                      <wp:docPr id="63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88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3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zer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" o:allowincell="f"/>
                  </w:pict>
                </mc:Fallback>
              </mc:AlternateContent>
            </w:r>
            <w:r>
              <w:t xml:space="preserve">Signed:                                                             </w:t>
            </w:r>
          </w:p>
        </w:tc>
        <w:tc>
          <w:tcPr>
            <w:tcW w:w="4050" w:type="dxa"/>
          </w:tcPr>
          <w:p w:rsidR="00DB306E" w:rsidRDefault="00DB306E" w:rsidP="002F7E68">
            <w:pPr>
              <w:spacing w:line="305" w:lineRule="auto"/>
            </w:pPr>
            <w:r>
              <w:t>Print:</w:t>
            </w:r>
          </w:p>
        </w:tc>
        <w:tc>
          <w:tcPr>
            <w:tcW w:w="3978" w:type="dxa"/>
            <w:gridSpan w:val="2"/>
          </w:tcPr>
          <w:p w:rsidR="00DB306E" w:rsidRDefault="00DB306E" w:rsidP="002F7E68">
            <w:pPr>
              <w:spacing w:line="305" w:lineRule="auto"/>
            </w:pPr>
            <w:r>
              <w:t xml:space="preserve">     Date:</w:t>
            </w:r>
          </w:p>
        </w:tc>
      </w:tr>
    </w:tbl>
    <w:p w:rsidR="00DB306E" w:rsidRDefault="00DB306E" w:rsidP="00DB30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8028"/>
        </w:tabs>
        <w:spacing w:line="305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0" allowOverlap="1" wp14:anchorId="0966C797" wp14:editId="4703A361">
                <wp:simplePos x="0" y="0"/>
                <wp:positionH relativeFrom="column">
                  <wp:posOffset>2653665</wp:posOffset>
                </wp:positionH>
                <wp:positionV relativeFrom="paragraph">
                  <wp:posOffset>156845</wp:posOffset>
                </wp:positionV>
                <wp:extent cx="1859915" cy="0"/>
                <wp:effectExtent l="5715" t="13970" r="10795" b="5080"/>
                <wp:wrapNone/>
                <wp:docPr id="64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99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35pt" to="355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FKoFA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0" allowOverlap="1" wp14:anchorId="719F8A90" wp14:editId="1093BDB6">
                <wp:simplePos x="0" y="0"/>
                <wp:positionH relativeFrom="column">
                  <wp:posOffset>457200</wp:posOffset>
                </wp:positionH>
                <wp:positionV relativeFrom="paragraph">
                  <wp:posOffset>156845</wp:posOffset>
                </wp:positionV>
                <wp:extent cx="1413510" cy="0"/>
                <wp:effectExtent l="9525" t="13970" r="5715" b="5080"/>
                <wp:wrapNone/>
                <wp:docPr id="65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35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2.35pt" to="147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cYN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0" allowOverlap="1" wp14:anchorId="0EE1AB4A" wp14:editId="0274E3E5">
                <wp:simplePos x="0" y="0"/>
                <wp:positionH relativeFrom="column">
                  <wp:posOffset>4996815</wp:posOffset>
                </wp:positionH>
                <wp:positionV relativeFrom="paragraph">
                  <wp:posOffset>156845</wp:posOffset>
                </wp:positionV>
                <wp:extent cx="1188720" cy="0"/>
                <wp:effectExtent l="5715" t="13970" r="5715" b="5080"/>
                <wp:wrapNone/>
                <wp:docPr id="66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3.4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L7D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" o:allowincell="f"/>
            </w:pict>
          </mc:Fallback>
        </mc:AlternateContent>
      </w:r>
      <w:r>
        <w:t xml:space="preserve">Signed:                                                        Print:   </w:t>
      </w:r>
      <w:r>
        <w:tab/>
        <w:t xml:space="preserve">                                                                     Date:</w:t>
      </w:r>
    </w:p>
    <w:p w:rsidR="00C835E6" w:rsidRDefault="00C835E6">
      <w:pPr>
        <w:spacing w:line="305" w:lineRule="auto"/>
      </w:pPr>
    </w:p>
    <w:sectPr w:rsidR="00C835E6" w:rsidSect="00104764">
      <w:footerReference w:type="even" r:id="rId11"/>
      <w:footerReference w:type="default" r:id="rId12"/>
      <w:pgSz w:w="12240" w:h="15840" w:code="1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79E" w:rsidRDefault="00DB479E">
      <w:r>
        <w:separator/>
      </w:r>
    </w:p>
  </w:endnote>
  <w:endnote w:type="continuationSeparator" w:id="0">
    <w:p w:rsidR="00DB479E" w:rsidRDefault="00DB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legaGarmnd BT">
    <w:panose1 w:val="02020602060506020403"/>
    <w:charset w:val="00"/>
    <w:family w:val="roman"/>
    <w:pitch w:val="variable"/>
    <w:sig w:usb0="00000087" w:usb1="00000000" w:usb2="00000000" w:usb3="00000000" w:csb0="0000001B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Humnst777 Blk BT">
    <w:panose1 w:val="020B080303050403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9BD" w:rsidRDefault="003F3D38">
    <w:pPr>
      <w:pStyle w:val="Footer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F349BD">
      <w:rPr>
        <w:noProof/>
      </w:rPr>
      <w:t>1</w:t>
    </w:r>
    <w:r>
      <w:rPr>
        <w:noProof/>
      </w:rPr>
      <w:fldChar w:fldCharType="end"/>
    </w:r>
  </w:p>
  <w:p w:rsidR="00F349BD" w:rsidRDefault="00F349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9BD" w:rsidRDefault="00F349BD">
    <w:pPr>
      <w:pStyle w:val="Footer"/>
      <w:ind w:right="360"/>
      <w:jc w:val="center"/>
      <w:rPr>
        <w:rFonts w:ascii="Humnst777 BT" w:hAnsi="Humnst777 BT"/>
        <w:b/>
        <w:i/>
        <w:sz w:val="6"/>
      </w:rPr>
    </w:pPr>
  </w:p>
  <w:p w:rsidR="00F349BD" w:rsidRDefault="00F349BD">
    <w:pPr>
      <w:pStyle w:val="Footer"/>
      <w:framePr w:w="1635" w:h="295" w:hRule="exact" w:wrap="around" w:vAnchor="text" w:hAnchor="page" w:x="9217" w:y="-282"/>
      <w:jc w:val="right"/>
      <w:rPr>
        <w:rStyle w:val="PageNumber"/>
      </w:rPr>
    </w:pPr>
    <w:r>
      <w:rPr>
        <w:rStyle w:val="PageNumber"/>
      </w:rPr>
      <w:t xml:space="preserve">Page # </w:t>
    </w:r>
    <w:r w:rsidR="00104764">
      <w:rPr>
        <w:rStyle w:val="PageNumber"/>
      </w:rPr>
      <w:fldChar w:fldCharType="begin"/>
    </w:r>
    <w:r>
      <w:rPr>
        <w:rStyle w:val="PageNumber"/>
      </w:rPr>
      <w:instrText xml:space="preserve">PAGE  \* mergeformat </w:instrText>
    </w:r>
    <w:r w:rsidR="00104764">
      <w:rPr>
        <w:rStyle w:val="PageNumber"/>
      </w:rPr>
      <w:fldChar w:fldCharType="separate"/>
    </w:r>
    <w:r w:rsidR="001E20EF">
      <w:rPr>
        <w:rStyle w:val="PageNumber"/>
        <w:noProof/>
      </w:rPr>
      <w:t>1</w:t>
    </w:r>
    <w:r w:rsidR="00104764">
      <w:rPr>
        <w:rStyle w:val="PageNumber"/>
      </w:rPr>
      <w:fldChar w:fldCharType="end"/>
    </w:r>
    <w:r>
      <w:rPr>
        <w:rStyle w:val="PageNumber"/>
      </w:rPr>
      <w:t xml:space="preserve"> of </w:t>
    </w:r>
    <w:r w:rsidR="00104764">
      <w:rPr>
        <w:rStyle w:val="PageNumber"/>
      </w:rPr>
      <w:fldChar w:fldCharType="begin"/>
    </w:r>
    <w:r>
      <w:rPr>
        <w:rStyle w:val="PageNumber"/>
      </w:rPr>
      <w:instrText xml:space="preserve"> NUMPAGES  \* Charformat </w:instrText>
    </w:r>
    <w:r w:rsidR="00104764">
      <w:rPr>
        <w:rStyle w:val="PageNumber"/>
      </w:rPr>
      <w:fldChar w:fldCharType="separate"/>
    </w:r>
    <w:r w:rsidR="001E20EF">
      <w:rPr>
        <w:rStyle w:val="PageNumber"/>
        <w:noProof/>
      </w:rPr>
      <w:t>1</w:t>
    </w:r>
    <w:r w:rsidR="00104764">
      <w:rPr>
        <w:rStyle w:val="PageNumber"/>
      </w:rPr>
      <w:fldChar w:fldCharType="end"/>
    </w:r>
  </w:p>
  <w:p w:rsidR="00F349BD" w:rsidRDefault="00190746">
    <w:pPr>
      <w:pStyle w:val="Footer"/>
      <w:ind w:right="360"/>
    </w:pPr>
    <w:r>
      <w:rPr>
        <w:rFonts w:ascii="Humnst777 BT" w:hAnsi="Humnst777 BT"/>
        <w:b/>
        <w:i/>
        <w:noProof/>
        <w:sz w:val="15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C9A07B4" wp14:editId="1C267589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7132320" cy="0"/>
              <wp:effectExtent l="9525" t="10160" r="11430" b="889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323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05pt" to="561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" o:allowincell="f"/>
          </w:pict>
        </mc:Fallback>
      </mc:AlternateContent>
    </w:r>
    <w:r w:rsidR="00104764">
      <w:rPr>
        <w:rFonts w:ascii="Humnst777 BT" w:hAnsi="Humnst777 BT"/>
        <w:sz w:val="12"/>
      </w:rPr>
      <w:fldChar w:fldCharType="begin"/>
    </w:r>
    <w:r w:rsidR="00F349BD">
      <w:rPr>
        <w:rFonts w:ascii="Humnst777 BT" w:hAnsi="Humnst777 BT"/>
        <w:sz w:val="12"/>
      </w:rPr>
      <w:instrText xml:space="preserve"> FILENAME \p  \* Charformat </w:instrText>
    </w:r>
    <w:r w:rsidR="00104764">
      <w:rPr>
        <w:rFonts w:ascii="Humnst777 BT" w:hAnsi="Humnst777 BT"/>
        <w:sz w:val="12"/>
      </w:rPr>
      <w:fldChar w:fldCharType="separate"/>
    </w:r>
    <w:r w:rsidR="00B97CCC">
      <w:rPr>
        <w:rFonts w:ascii="Humnst777 BT" w:hAnsi="Humnst777 BT"/>
        <w:noProof/>
        <w:sz w:val="12"/>
      </w:rPr>
      <w:t>O:\Proj-16\WRM\16-031 Upper Winooski River Basin IDDE\HASP\16-031 Daily H&amp;S.docx</w:t>
    </w:r>
    <w:r w:rsidR="00104764">
      <w:rPr>
        <w:rFonts w:ascii="Humnst777 BT" w:hAnsi="Humnst777 BT"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79E" w:rsidRDefault="00DB479E">
      <w:r>
        <w:separator/>
      </w:r>
    </w:p>
  </w:footnote>
  <w:footnote w:type="continuationSeparator" w:id="0">
    <w:p w:rsidR="00DB479E" w:rsidRDefault="00DB4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4052C"/>
    <w:multiLevelType w:val="hybridMultilevel"/>
    <w:tmpl w:val="1D0EE1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356"/>
    <w:rsid w:val="00072467"/>
    <w:rsid w:val="00104764"/>
    <w:rsid w:val="00131E0B"/>
    <w:rsid w:val="00190746"/>
    <w:rsid w:val="001E20EF"/>
    <w:rsid w:val="00216045"/>
    <w:rsid w:val="002265E3"/>
    <w:rsid w:val="00367B2A"/>
    <w:rsid w:val="003A5C52"/>
    <w:rsid w:val="003F3D38"/>
    <w:rsid w:val="003F68EF"/>
    <w:rsid w:val="004035A2"/>
    <w:rsid w:val="00483FD3"/>
    <w:rsid w:val="004914EB"/>
    <w:rsid w:val="00684A64"/>
    <w:rsid w:val="00697356"/>
    <w:rsid w:val="00726E30"/>
    <w:rsid w:val="00840998"/>
    <w:rsid w:val="008D0557"/>
    <w:rsid w:val="0096607F"/>
    <w:rsid w:val="009E3281"/>
    <w:rsid w:val="00AE65E0"/>
    <w:rsid w:val="00B97CCC"/>
    <w:rsid w:val="00C835E6"/>
    <w:rsid w:val="00D7385D"/>
    <w:rsid w:val="00D917CA"/>
    <w:rsid w:val="00DB306E"/>
    <w:rsid w:val="00DB479E"/>
    <w:rsid w:val="00DE0F84"/>
    <w:rsid w:val="00E13390"/>
    <w:rsid w:val="00F3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4764"/>
    <w:rPr>
      <w:rFonts w:ascii="ElegaGarmnd BT" w:hAnsi="ElegaGarmnd BT"/>
      <w:spacing w:val="1"/>
      <w:sz w:val="22"/>
    </w:rPr>
  </w:style>
  <w:style w:type="paragraph" w:styleId="Heading1">
    <w:name w:val="heading 1"/>
    <w:basedOn w:val="Normal"/>
    <w:next w:val="Normal"/>
    <w:qFormat/>
    <w:rsid w:val="00104764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0"/>
    </w:pPr>
    <w:rPr>
      <w:rFonts w:ascii="Humnst777 BT" w:hAnsi="Humnst777 BT"/>
      <w:b/>
      <w:smallCaps/>
      <w:snapToGrid w:val="0"/>
      <w:spacing w:val="20"/>
      <w:sz w:val="26"/>
    </w:rPr>
  </w:style>
  <w:style w:type="paragraph" w:styleId="Heading2">
    <w:name w:val="heading 2"/>
    <w:basedOn w:val="Heading1"/>
    <w:next w:val="Normal"/>
    <w:qFormat/>
    <w:rsid w:val="00104764"/>
    <w:pPr>
      <w:outlineLvl w:val="1"/>
    </w:pPr>
    <w:rPr>
      <w:rFonts w:ascii="Humnst777 Blk BT" w:hAnsi="Humnst777 Blk BT"/>
      <w:b w:val="0"/>
      <w:smallCaps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04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04764"/>
    <w:pPr>
      <w:tabs>
        <w:tab w:val="center" w:pos="4320"/>
        <w:tab w:val="right" w:pos="8640"/>
      </w:tabs>
    </w:pPr>
  </w:style>
  <w:style w:type="paragraph" w:customStyle="1" w:styleId="ORTitle">
    <w:name w:val="O&amp;R Title"/>
    <w:basedOn w:val="Heading2"/>
    <w:rsid w:val="00104764"/>
    <w:pPr>
      <w:keepNext w:val="0"/>
    </w:pPr>
  </w:style>
  <w:style w:type="character" w:styleId="PageNumber">
    <w:name w:val="page number"/>
    <w:basedOn w:val="DefaultParagraphFont"/>
    <w:rsid w:val="00104764"/>
    <w:rPr>
      <w:rFonts w:ascii="Humnst777 BT" w:hAnsi="Humnst777 BT"/>
      <w:dstrike w:val="0"/>
      <w:color w:val="auto"/>
      <w:spacing w:val="-1"/>
      <w:w w:val="100"/>
      <w:kern w:val="0"/>
      <w:position w:val="0"/>
      <w:sz w:val="16"/>
      <w:u w:val="none"/>
      <w:vertAlign w:val="baseline"/>
    </w:rPr>
  </w:style>
  <w:style w:type="paragraph" w:styleId="BalloonText">
    <w:name w:val="Balloon Text"/>
    <w:basedOn w:val="Normal"/>
    <w:link w:val="BalloonTextChar"/>
    <w:rsid w:val="00403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35A2"/>
    <w:rPr>
      <w:rFonts w:ascii="Tahoma" w:hAnsi="Tahoma" w:cs="Tahoma"/>
      <w:spacing w:val="1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3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4764"/>
    <w:rPr>
      <w:rFonts w:ascii="ElegaGarmnd BT" w:hAnsi="ElegaGarmnd BT"/>
      <w:spacing w:val="1"/>
      <w:sz w:val="22"/>
    </w:rPr>
  </w:style>
  <w:style w:type="paragraph" w:styleId="Heading1">
    <w:name w:val="heading 1"/>
    <w:basedOn w:val="Normal"/>
    <w:next w:val="Normal"/>
    <w:qFormat/>
    <w:rsid w:val="00104764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0"/>
    </w:pPr>
    <w:rPr>
      <w:rFonts w:ascii="Humnst777 BT" w:hAnsi="Humnst777 BT"/>
      <w:b/>
      <w:smallCaps/>
      <w:snapToGrid w:val="0"/>
      <w:spacing w:val="20"/>
      <w:sz w:val="26"/>
    </w:rPr>
  </w:style>
  <w:style w:type="paragraph" w:styleId="Heading2">
    <w:name w:val="heading 2"/>
    <w:basedOn w:val="Heading1"/>
    <w:next w:val="Normal"/>
    <w:qFormat/>
    <w:rsid w:val="00104764"/>
    <w:pPr>
      <w:outlineLvl w:val="1"/>
    </w:pPr>
    <w:rPr>
      <w:rFonts w:ascii="Humnst777 Blk BT" w:hAnsi="Humnst777 Blk BT"/>
      <w:b w:val="0"/>
      <w:smallCaps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04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04764"/>
    <w:pPr>
      <w:tabs>
        <w:tab w:val="center" w:pos="4320"/>
        <w:tab w:val="right" w:pos="8640"/>
      </w:tabs>
    </w:pPr>
  </w:style>
  <w:style w:type="paragraph" w:customStyle="1" w:styleId="ORTitle">
    <w:name w:val="O&amp;R Title"/>
    <w:basedOn w:val="Heading2"/>
    <w:rsid w:val="00104764"/>
    <w:pPr>
      <w:keepNext w:val="0"/>
    </w:pPr>
  </w:style>
  <w:style w:type="character" w:styleId="PageNumber">
    <w:name w:val="page number"/>
    <w:basedOn w:val="DefaultParagraphFont"/>
    <w:rsid w:val="00104764"/>
    <w:rPr>
      <w:rFonts w:ascii="Humnst777 BT" w:hAnsi="Humnst777 BT"/>
      <w:dstrike w:val="0"/>
      <w:color w:val="auto"/>
      <w:spacing w:val="-1"/>
      <w:w w:val="100"/>
      <w:kern w:val="0"/>
      <w:position w:val="0"/>
      <w:sz w:val="16"/>
      <w:u w:val="none"/>
      <w:vertAlign w:val="baseline"/>
    </w:rPr>
  </w:style>
  <w:style w:type="paragraph" w:styleId="BalloonText">
    <w:name w:val="Balloon Text"/>
    <w:basedOn w:val="Normal"/>
    <w:link w:val="BalloonTextChar"/>
    <w:rsid w:val="00403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35A2"/>
    <w:rPr>
      <w:rFonts w:ascii="Tahoma" w:hAnsi="Tahoma" w:cs="Tahoma"/>
      <w:spacing w:val="1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\Documents\Stone%20Templates\SEI%20Word%20Templates\SEI_Daily%20Health%20&amp;%20Safety%20Tailgate%20Meeting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74313-80F1-494C-AC81-1C3B5AB00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SEI_Daily Health &amp; Safety Tailgate Meetings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 Environmental, Inc.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Huizenga</dc:creator>
  <cp:lastModifiedBy>Daniel Curran</cp:lastModifiedBy>
  <cp:revision>4</cp:revision>
  <cp:lastPrinted>2016-05-09T19:28:00Z</cp:lastPrinted>
  <dcterms:created xsi:type="dcterms:W3CDTF">2016-07-11T19:18:00Z</dcterms:created>
  <dcterms:modified xsi:type="dcterms:W3CDTF">2016-07-14T17:04:00Z</dcterms:modified>
</cp:coreProperties>
</file>